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15403F69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82430E">
        <w:rPr>
          <w:caps/>
          <w:sz w:val="40"/>
          <w:szCs w:val="40"/>
        </w:rPr>
        <w:t>5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4DD5D930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82430E">
        <w:rPr>
          <w:caps/>
          <w:sz w:val="40"/>
          <w:szCs w:val="40"/>
        </w:rPr>
        <w:t>5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7A13141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 xml:space="preserve">Modernizace Nemocnice Třinec – </w:t>
            </w:r>
            <w:r w:rsidR="00B91678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I.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E62123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E6212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E6212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E6212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2D068227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050E0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050E0D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0407C26E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3C105B">
        <w:rPr>
          <w:rFonts w:asciiTheme="majorHAnsi" w:hAnsiTheme="majorHAnsi" w:cstheme="majorHAnsi"/>
        </w:rPr>
        <w:t>, řádně vyplněná a předložená v souladu s přílohou č. 3.5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E62123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6DBBD0CE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050E0D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0528AAB8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</w:t>
            </w:r>
            <w:r w:rsidR="00050E0D">
              <w:rPr>
                <w:rFonts w:asciiTheme="majorHAnsi" w:hAnsiTheme="majorHAnsi" w:cstheme="majorHAnsi"/>
                <w:b/>
                <w:bCs/>
              </w:rPr>
              <w:t>ch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zakáz</w:t>
            </w:r>
            <w:r w:rsidR="00050E0D">
              <w:rPr>
                <w:rFonts w:asciiTheme="majorHAnsi" w:hAnsiTheme="majorHAnsi" w:cstheme="majorHAnsi"/>
                <w:b/>
                <w:bCs/>
              </w:rPr>
              <w:t>e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050E0D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82430E">
              <w:rPr>
                <w:rFonts w:asciiTheme="majorHAnsi" w:eastAsia="Times New Roman" w:hAnsiTheme="majorHAnsi" w:cstheme="majorHAnsi"/>
                <w:b/>
                <w:bCs/>
              </w:rPr>
              <w:t>tj</w:t>
            </w:r>
            <w:r w:rsidR="00DC1B35">
              <w:rPr>
                <w:rFonts w:asciiTheme="majorHAnsi" w:eastAsia="Times New Roman" w:hAnsiTheme="majorHAnsi" w:cstheme="majorHAnsi"/>
                <w:b/>
                <w:bCs/>
              </w:rPr>
              <w:t xml:space="preserve">. </w:t>
            </w:r>
            <w:r w:rsidR="00AC5273">
              <w:rPr>
                <w:rFonts w:asciiTheme="majorHAnsi" w:eastAsia="Times New Roman" w:hAnsiTheme="majorHAnsi" w:cstheme="majorHAnsi"/>
                <w:b/>
                <w:bCs/>
              </w:rPr>
              <w:t>elektrochirurgické generátor</w:t>
            </w:r>
            <w:r w:rsidR="00083669">
              <w:rPr>
                <w:rFonts w:asciiTheme="majorHAnsi" w:eastAsia="Times New Roman" w:hAnsiTheme="majorHAnsi" w:cstheme="majorHAnsi"/>
                <w:b/>
                <w:bCs/>
              </w:rPr>
              <w:t>y</w:t>
            </w:r>
            <w:r w:rsidR="00E12EA3">
              <w:rPr>
                <w:rFonts w:asciiTheme="majorHAnsi" w:eastAsia="Times New Roman" w:hAnsiTheme="majorHAnsi" w:cstheme="majorHAnsi"/>
                <w:b/>
                <w:bCs/>
              </w:rPr>
              <w:t>)</w:t>
            </w:r>
            <w:r w:rsidR="00050E0D">
              <w:rPr>
                <w:rFonts w:asciiTheme="majorHAnsi" w:eastAsia="Times New Roman" w:hAnsiTheme="majorHAnsi" w:cstheme="majorHAnsi"/>
              </w:rPr>
              <w:t>, v hodnotě</w:t>
            </w:r>
            <w:r w:rsidRPr="005C09F4">
              <w:rPr>
                <w:rFonts w:asciiTheme="majorHAnsi" w:hAnsiTheme="majorHAnsi" w:cstheme="majorHAnsi"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DC2EB3">
              <w:rPr>
                <w:rFonts w:asciiTheme="majorHAnsi" w:hAnsiTheme="majorHAnsi" w:cstheme="majorHAnsi"/>
                <w:b/>
                <w:bCs/>
              </w:rPr>
              <w:t xml:space="preserve">1,2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E62123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E62123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53E09E4" w14:textId="77777777" w:rsidR="000906EF" w:rsidRDefault="000906EF" w:rsidP="000906E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 VI. odst. 1 písm. e) Smlouvy na danou část veřejné zakázky (bude Přílohou č. 1 Smlouvy).</w:t>
      </w:r>
    </w:p>
    <w:p w14:paraId="780E5414" w14:textId="4540EDE3" w:rsidR="000906EF" w:rsidRDefault="000906EF" w:rsidP="000906E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Technická specifikace</w:t>
      </w:r>
      <w:r>
        <w:rPr>
          <w:rFonts w:asciiTheme="majorHAnsi" w:hAnsiTheme="majorHAnsi" w:cstheme="majorHAnsi"/>
        </w:rPr>
        <w:t xml:space="preserve"> vč. cenové kalkulace (bude Přílohou č. 2 Smlouvy), řádně vyplněná a předložená v souladu s přílohou č. 3.5 zadávací dokumentace.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F7AB4" w14:textId="77777777" w:rsidR="00E62123" w:rsidRDefault="00E62123" w:rsidP="002C4725">
      <w:pPr>
        <w:spacing w:after="0" w:line="240" w:lineRule="auto"/>
      </w:pPr>
      <w:r>
        <w:separator/>
      </w:r>
    </w:p>
  </w:endnote>
  <w:endnote w:type="continuationSeparator" w:id="0">
    <w:p w14:paraId="331DF4CE" w14:textId="77777777" w:rsidR="00E62123" w:rsidRDefault="00E62123" w:rsidP="002C4725">
      <w:pPr>
        <w:spacing w:after="0" w:line="240" w:lineRule="auto"/>
      </w:pPr>
      <w:r>
        <w:continuationSeparator/>
      </w:r>
    </w:p>
  </w:endnote>
  <w:endnote w:type="continuationNotice" w:id="1">
    <w:p w14:paraId="409CE611" w14:textId="77777777" w:rsidR="00E62123" w:rsidRDefault="00E621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E53355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24E6" w14:textId="77777777" w:rsidR="00E62123" w:rsidRDefault="00E62123" w:rsidP="002C4725">
      <w:pPr>
        <w:spacing w:after="0" w:line="240" w:lineRule="auto"/>
      </w:pPr>
      <w:r>
        <w:separator/>
      </w:r>
    </w:p>
  </w:footnote>
  <w:footnote w:type="continuationSeparator" w:id="0">
    <w:p w14:paraId="2C571325" w14:textId="77777777" w:rsidR="00E62123" w:rsidRDefault="00E62123" w:rsidP="002C4725">
      <w:pPr>
        <w:spacing w:after="0" w:line="240" w:lineRule="auto"/>
      </w:pPr>
      <w:r>
        <w:continuationSeparator/>
      </w:r>
    </w:p>
  </w:footnote>
  <w:footnote w:type="continuationNotice" w:id="1">
    <w:p w14:paraId="724036CA" w14:textId="77777777" w:rsidR="00E62123" w:rsidRDefault="00E62123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92696">
    <w:abstractNumId w:val="20"/>
  </w:num>
  <w:num w:numId="2" w16cid:durableId="394354763">
    <w:abstractNumId w:val="6"/>
  </w:num>
  <w:num w:numId="3" w16cid:durableId="1690911789">
    <w:abstractNumId w:val="0"/>
  </w:num>
  <w:num w:numId="4" w16cid:durableId="490218272">
    <w:abstractNumId w:val="15"/>
  </w:num>
  <w:num w:numId="5" w16cid:durableId="877624400">
    <w:abstractNumId w:val="11"/>
  </w:num>
  <w:num w:numId="6" w16cid:durableId="73360135">
    <w:abstractNumId w:val="11"/>
  </w:num>
  <w:num w:numId="7" w16cid:durableId="2042585865">
    <w:abstractNumId w:val="1"/>
  </w:num>
  <w:num w:numId="8" w16cid:durableId="1080717552">
    <w:abstractNumId w:val="18"/>
  </w:num>
  <w:num w:numId="9" w16cid:durableId="1607273598">
    <w:abstractNumId w:val="5"/>
  </w:num>
  <w:num w:numId="10" w16cid:durableId="540480661">
    <w:abstractNumId w:val="10"/>
  </w:num>
  <w:num w:numId="11" w16cid:durableId="1066342009">
    <w:abstractNumId w:val="9"/>
  </w:num>
  <w:num w:numId="12" w16cid:durableId="1368481448">
    <w:abstractNumId w:val="17"/>
  </w:num>
  <w:num w:numId="13" w16cid:durableId="1628003508">
    <w:abstractNumId w:val="4"/>
  </w:num>
  <w:num w:numId="14" w16cid:durableId="310601327">
    <w:abstractNumId w:val="19"/>
  </w:num>
  <w:num w:numId="15" w16cid:durableId="1295405594">
    <w:abstractNumId w:val="3"/>
  </w:num>
  <w:num w:numId="16" w16cid:durableId="1808356043">
    <w:abstractNumId w:val="12"/>
  </w:num>
  <w:num w:numId="17" w16cid:durableId="2018802931">
    <w:abstractNumId w:val="13"/>
  </w:num>
  <w:num w:numId="18" w16cid:durableId="1115292506">
    <w:abstractNumId w:val="6"/>
  </w:num>
  <w:num w:numId="19" w16cid:durableId="312179399">
    <w:abstractNumId w:val="20"/>
  </w:num>
  <w:num w:numId="20" w16cid:durableId="269318321">
    <w:abstractNumId w:val="8"/>
  </w:num>
  <w:num w:numId="21" w16cid:durableId="221909880">
    <w:abstractNumId w:val="2"/>
  </w:num>
  <w:num w:numId="22" w16cid:durableId="705564395">
    <w:abstractNumId w:val="14"/>
  </w:num>
  <w:num w:numId="23" w16cid:durableId="1089737175">
    <w:abstractNumId w:val="21"/>
  </w:num>
  <w:num w:numId="24" w16cid:durableId="1829056709">
    <w:abstractNumId w:val="16"/>
  </w:num>
  <w:num w:numId="25" w16cid:durableId="1029915184">
    <w:abstractNumId w:val="7"/>
  </w:num>
  <w:num w:numId="26" w16cid:durableId="1360740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JX7nxHdGfAyGhxG9+UO3YOA7KmiMsoOOB+10osjlbp3nU6J6yN1tDhcdqdNyxM9OEYE960pax+sHfSzA0Cg+YQ==" w:salt="uVi2k7Plw8li+6LeF7Flu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50E0D"/>
    <w:rsid w:val="000578A6"/>
    <w:rsid w:val="00072135"/>
    <w:rsid w:val="0007484A"/>
    <w:rsid w:val="00082C5A"/>
    <w:rsid w:val="00083669"/>
    <w:rsid w:val="000906EF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6C0F"/>
    <w:rsid w:val="001E7001"/>
    <w:rsid w:val="002063E8"/>
    <w:rsid w:val="0022176A"/>
    <w:rsid w:val="00222F5E"/>
    <w:rsid w:val="00235DED"/>
    <w:rsid w:val="00251965"/>
    <w:rsid w:val="00254286"/>
    <w:rsid w:val="00263F13"/>
    <w:rsid w:val="00267824"/>
    <w:rsid w:val="002730CB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105B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866C1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40AA1"/>
    <w:rsid w:val="0055358D"/>
    <w:rsid w:val="00560159"/>
    <w:rsid w:val="00564716"/>
    <w:rsid w:val="005648C4"/>
    <w:rsid w:val="005729E4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430E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7068"/>
    <w:rsid w:val="0095372A"/>
    <w:rsid w:val="00954B88"/>
    <w:rsid w:val="009974C4"/>
    <w:rsid w:val="009A5C04"/>
    <w:rsid w:val="009B306B"/>
    <w:rsid w:val="009B67B4"/>
    <w:rsid w:val="009B74ED"/>
    <w:rsid w:val="009B7883"/>
    <w:rsid w:val="009D06FD"/>
    <w:rsid w:val="009D588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C5273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91678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A2467"/>
    <w:rsid w:val="00DB0C43"/>
    <w:rsid w:val="00DB17FF"/>
    <w:rsid w:val="00DC1B35"/>
    <w:rsid w:val="00DC2EB3"/>
    <w:rsid w:val="00DD01E9"/>
    <w:rsid w:val="00DD579E"/>
    <w:rsid w:val="00DF325E"/>
    <w:rsid w:val="00DF3C7E"/>
    <w:rsid w:val="00E12EA3"/>
    <w:rsid w:val="00E53355"/>
    <w:rsid w:val="00E54BD7"/>
    <w:rsid w:val="00E62061"/>
    <w:rsid w:val="00E62123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F01FEF"/>
    <w:rsid w:val="00F038FF"/>
    <w:rsid w:val="00F118E1"/>
    <w:rsid w:val="00F13430"/>
    <w:rsid w:val="00F203D1"/>
    <w:rsid w:val="00F4636C"/>
    <w:rsid w:val="00F62DBD"/>
    <w:rsid w:val="00F660C0"/>
    <w:rsid w:val="00F6706F"/>
    <w:rsid w:val="00F72D7A"/>
    <w:rsid w:val="00F76B2F"/>
    <w:rsid w:val="00F84153"/>
    <w:rsid w:val="00F9071D"/>
    <w:rsid w:val="00F9675D"/>
    <w:rsid w:val="00FA4BD7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308B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2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F69E0D-AF79-4B64-A393-95F8F36A6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58</TotalTime>
  <Pages>5</Pages>
  <Words>1383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14</cp:revision>
  <cp:lastPrinted>2019-12-09T09:19:00Z</cp:lastPrinted>
  <dcterms:created xsi:type="dcterms:W3CDTF">2022-03-14T09:47:00Z</dcterms:created>
  <dcterms:modified xsi:type="dcterms:W3CDTF">2022-04-20T08:36:00Z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